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A49" w:rsidRPr="005C0357" w:rsidRDefault="009E1968" w:rsidP="00F07BBC">
      <w:pPr>
        <w:pStyle w:val="Cabealho1"/>
        <w:rPr>
          <w:color w:val="92D050"/>
          <w:sz w:val="28"/>
          <w:szCs w:val="28"/>
          <w:lang w:val="es-ES"/>
        </w:rPr>
      </w:pPr>
      <w:r>
        <w:rPr>
          <w:color w:val="92D050"/>
          <w:sz w:val="28"/>
          <w:szCs w:val="28"/>
          <w:lang w:val="es-ES"/>
        </w:rPr>
        <w:t>Modelo C41</w:t>
      </w:r>
    </w:p>
    <w:p w:rsidR="00A62A49" w:rsidRPr="005C0357" w:rsidRDefault="00A62A49" w:rsidP="005C0357">
      <w:pPr>
        <w:pStyle w:val="ndice1"/>
      </w:pPr>
      <w:r w:rsidRPr="005C0357">
        <w:t>Informa</w:t>
      </w:r>
      <w:r w:rsidR="00066EFC">
        <w:t>ción Operacional del</w:t>
      </w:r>
      <w:r w:rsidR="00F07BBC" w:rsidRPr="005C0357">
        <w:t xml:space="preserve"> </w:t>
      </w:r>
      <w:r w:rsidR="00066EFC">
        <w:t>Agente</w:t>
      </w:r>
      <w:r w:rsidRPr="005C0357">
        <w:t xml:space="preserve"> de Liquida</w:t>
      </w:r>
      <w:r w:rsidR="00F07BBC" w:rsidRPr="005C0357">
        <w:t xml:space="preserve">ción </w:t>
      </w:r>
      <w:r w:rsidR="00066EFC">
        <w:t>Física</w:t>
      </w:r>
    </w:p>
    <w:p w:rsidR="00A62A49" w:rsidRPr="005F4017" w:rsidRDefault="00A62A49" w:rsidP="00A62A49">
      <w:pPr>
        <w:rPr>
          <w:color w:val="7F7F7F"/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>Nom</w:t>
      </w:r>
      <w:r w:rsidR="00F07BBC">
        <w:rPr>
          <w:b/>
          <w:bCs/>
          <w:sz w:val="20"/>
          <w:szCs w:val="22"/>
          <w:lang w:val="es-ES"/>
        </w:rPr>
        <w:t>bre</w:t>
      </w:r>
      <w:r w:rsidRPr="00427BFB">
        <w:rPr>
          <w:b/>
          <w:bCs/>
          <w:sz w:val="20"/>
          <w:szCs w:val="22"/>
          <w:lang w:val="es-ES"/>
        </w:rPr>
        <w:t xml:space="preserve"> d</w:t>
      </w:r>
      <w:r w:rsidR="00F07BBC">
        <w:rPr>
          <w:b/>
          <w:bCs/>
          <w:sz w:val="20"/>
          <w:szCs w:val="22"/>
          <w:lang w:val="es-ES"/>
        </w:rPr>
        <w:t>el Agente de Liquidación</w:t>
      </w:r>
      <w:r w:rsidRPr="00427BFB">
        <w:rPr>
          <w:b/>
          <w:bCs/>
          <w:sz w:val="20"/>
          <w:szCs w:val="22"/>
          <w:lang w:val="es-ES"/>
        </w:rPr>
        <w:t xml:space="preserve"> F</w:t>
      </w:r>
      <w:r w:rsidR="00066EFC">
        <w:rPr>
          <w:b/>
          <w:bCs/>
          <w:sz w:val="20"/>
          <w:szCs w:val="22"/>
          <w:lang w:val="es-ES"/>
        </w:rPr>
        <w:t>ísica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A62A49" w:rsidRPr="00A6040F" w:rsidTr="00A6040F">
        <w:trPr>
          <w:trHeight w:val="405"/>
        </w:trPr>
        <w:tc>
          <w:tcPr>
            <w:tcW w:w="8383" w:type="dxa"/>
            <w:shd w:val="clear" w:color="auto" w:fill="auto"/>
          </w:tcPr>
          <w:p w:rsidR="00A62A49" w:rsidRPr="00A6040F" w:rsidRDefault="00A62A49" w:rsidP="00A6040F">
            <w:pPr>
              <w:spacing w:line="240" w:lineRule="auto"/>
              <w:rPr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427BFB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2"/>
          <w:szCs w:val="22"/>
          <w:lang w:val="es-ES"/>
        </w:rPr>
      </w:pPr>
      <w:r w:rsidRPr="00427BFB">
        <w:rPr>
          <w:b/>
          <w:bCs/>
          <w:sz w:val="20"/>
          <w:szCs w:val="22"/>
          <w:lang w:val="es-ES"/>
        </w:rPr>
        <w:t xml:space="preserve">Contactos </w:t>
      </w:r>
      <w:r w:rsidR="00F07BBC" w:rsidRPr="00427BFB">
        <w:rPr>
          <w:b/>
          <w:bCs/>
          <w:sz w:val="20"/>
          <w:szCs w:val="22"/>
          <w:lang w:val="es-ES"/>
        </w:rPr>
        <w:t>Operacio</w:t>
      </w:r>
      <w:r w:rsidR="00F07BBC">
        <w:rPr>
          <w:b/>
          <w:bCs/>
          <w:sz w:val="20"/>
          <w:szCs w:val="22"/>
          <w:lang w:val="es-ES"/>
        </w:rPr>
        <w:t>nales</w:t>
      </w: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F07BBC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6C66B7" w:rsidRPr="00427BFB" w:rsidRDefault="006C66B7" w:rsidP="00A62A49">
      <w:pPr>
        <w:rPr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Nom</w:t>
            </w:r>
            <w:r w:rsidR="00F07BBC" w:rsidRPr="00A6040F">
              <w:rPr>
                <w:rFonts w:cs="Arial"/>
                <w:i/>
                <w:sz w:val="16"/>
                <w:szCs w:val="16"/>
                <w:lang w:val="es-ES"/>
              </w:rPr>
              <w:t>bre</w:t>
            </w: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F07BBC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Teléfono</w:t>
            </w:r>
            <w:r w:rsidR="00A62A49" w:rsidRPr="00A6040F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A62A49" w:rsidRPr="00A6040F" w:rsidTr="00A6040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A6040F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A6040F" w:rsidRDefault="00A62A49" w:rsidP="00A6040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6F0EBF" w:rsidRPr="00066EFC" w:rsidRDefault="00F07BBC" w:rsidP="00066EFC">
      <w:pPr>
        <w:autoSpaceDE w:val="0"/>
        <w:autoSpaceDN w:val="0"/>
        <w:adjustRightInd w:val="0"/>
        <w:rPr>
          <w:sz w:val="22"/>
          <w:szCs w:val="22"/>
          <w:lang w:val="es-ES"/>
        </w:rPr>
      </w:pPr>
      <w:r>
        <w:rPr>
          <w:b/>
          <w:szCs w:val="20"/>
          <w:lang w:val="es-ES" w:eastAsia="pt-PT"/>
        </w:rPr>
        <w:t>Fecha</w:t>
      </w:r>
      <w:r w:rsidR="00A62A49" w:rsidRPr="00427BFB">
        <w:rPr>
          <w:b/>
          <w:szCs w:val="20"/>
          <w:lang w:val="es-ES" w:eastAsia="pt-PT"/>
        </w:rPr>
        <w:t xml:space="preserve">:  </w:t>
      </w:r>
      <w:r w:rsidR="00A62A49" w:rsidRPr="00F07BBC">
        <w:rPr>
          <w:szCs w:val="20"/>
          <w:lang w:val="es-ES" w:eastAsia="pt-PT"/>
        </w:rPr>
        <w:t>______ /______</w:t>
      </w:r>
      <w:r w:rsidR="00A62A49" w:rsidRPr="00F07BBC">
        <w:rPr>
          <w:szCs w:val="20"/>
          <w:lang w:val="es-ES"/>
        </w:rPr>
        <w:t xml:space="preserve"> /_______         </w:t>
      </w:r>
    </w:p>
    <w:sectPr w:rsidR="006F0EBF" w:rsidRPr="00066EFC" w:rsidSect="005C035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19A5" w:rsidRDefault="00B719A5" w:rsidP="008F3092">
      <w:r>
        <w:separator/>
      </w:r>
    </w:p>
  </w:endnote>
  <w:endnote w:type="continuationSeparator" w:id="0">
    <w:p w:rsidR="00B719A5" w:rsidRDefault="00B719A5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C1233" w:rsidRPr="005C0357" w:rsidRDefault="007C1233" w:rsidP="007C1233">
    <w:pPr>
      <w:tabs>
        <w:tab w:val="center" w:pos="4153"/>
        <w:tab w:val="right" w:pos="9180"/>
      </w:tabs>
      <w:spacing w:before="0" w:line="240" w:lineRule="exact"/>
      <w:ind w:left="-360" w:right="-780"/>
      <w:jc w:val="left"/>
      <w:rPr>
        <w:sz w:val="14"/>
        <w:szCs w:val="14"/>
        <w:lang w:val="en-US"/>
      </w:rPr>
    </w:pPr>
    <w:r w:rsidRPr="007C1233">
      <w:rPr>
        <w:noProof/>
        <w:sz w:val="24"/>
        <w:lang w:val="en-US"/>
      </w:rPr>
      <w:pict>
        <v:line id="_x0000_s2071" style="position:absolute;left:0;text-align:left;z-index:3" from="-18.75pt,1.7pt" to="466.8pt,1.7pt" strokecolor="gray"/>
      </w:pict>
    </w:r>
    <w:r w:rsidR="00A70C85" w:rsidRPr="005C0357">
      <w:rPr>
        <w:sz w:val="14"/>
        <w:szCs w:val="14"/>
        <w:lang w:val="en-US"/>
      </w:rPr>
      <w:t xml:space="preserve">OMIClear, </w:t>
    </w:r>
    <w:r w:rsidRPr="005C0357">
      <w:rPr>
        <w:sz w:val="14"/>
        <w:szCs w:val="14"/>
        <w:lang w:val="en-US"/>
      </w:rPr>
      <w:t>C.C., S.A.</w:t>
    </w:r>
    <w:r w:rsidRPr="005C0357">
      <w:rPr>
        <w:sz w:val="14"/>
        <w:szCs w:val="14"/>
        <w:lang w:val="en-US"/>
      </w:rPr>
      <w:tab/>
    </w:r>
    <w:r w:rsidRPr="005C0357">
      <w:rPr>
        <w:sz w:val="14"/>
        <w:szCs w:val="14"/>
        <w:lang w:val="en-US"/>
      </w:rPr>
      <w:tab/>
    </w:r>
  </w:p>
  <w:p w:rsidR="007C1233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>Av. Casal Ribeiro, 14 - 8º</w:t>
    </w:r>
  </w:p>
  <w:p w:rsidR="00504B48" w:rsidRPr="007C1233" w:rsidRDefault="007C1233" w:rsidP="007C1233">
    <w:pPr>
      <w:tabs>
        <w:tab w:val="right" w:pos="8306"/>
        <w:tab w:val="center" w:pos="8460"/>
      </w:tabs>
      <w:spacing w:before="0" w:line="240" w:lineRule="auto"/>
      <w:ind w:left="-360"/>
      <w:jc w:val="left"/>
      <w:rPr>
        <w:sz w:val="14"/>
        <w:szCs w:val="14"/>
      </w:rPr>
    </w:pPr>
    <w:r w:rsidRPr="007C1233">
      <w:rPr>
        <w:sz w:val="14"/>
        <w:szCs w:val="14"/>
      </w:rPr>
      <w:t xml:space="preserve">Tel.: +351 210006000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Fax: +351 210006021  </w:t>
    </w:r>
    <w:r w:rsidRPr="007C1233">
      <w:rPr>
        <w:sz w:val="14"/>
        <w:szCs w:val="14"/>
      </w:rPr>
      <w:sym w:font="Wingdings" w:char="F09F"/>
    </w:r>
    <w:r w:rsidRPr="007C1233">
      <w:rPr>
        <w:sz w:val="14"/>
        <w:szCs w:val="14"/>
      </w:rPr>
      <w:t xml:space="preserve">  </w:t>
    </w:r>
    <w:r w:rsidRPr="007C1233">
      <w:rPr>
        <w:i/>
        <w:sz w:val="14"/>
        <w:szCs w:val="14"/>
      </w:rPr>
      <w:t>E-mail</w:t>
    </w:r>
    <w:r w:rsidRPr="007C1233">
      <w:rPr>
        <w:sz w:val="14"/>
        <w:szCs w:val="14"/>
      </w:rPr>
      <w:t>: clearing@omiclear.pt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Pr="00BC5B2C" w:rsidRDefault="00BB19AD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2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19A5" w:rsidRDefault="00B719A5" w:rsidP="008F3092">
      <w:r>
        <w:separator/>
      </w:r>
    </w:p>
  </w:footnote>
  <w:footnote w:type="continuationSeparator" w:id="0">
    <w:p w:rsidR="00B719A5" w:rsidRDefault="00B719A5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Pr="00FF3356" w:rsidRDefault="007C1233" w:rsidP="007C1233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9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19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3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5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17"/>
  </w:num>
  <w:num w:numId="6">
    <w:abstractNumId w:val="23"/>
  </w:num>
  <w:num w:numId="7">
    <w:abstractNumId w:val="25"/>
  </w:num>
  <w:num w:numId="8">
    <w:abstractNumId w:val="9"/>
  </w:num>
  <w:num w:numId="9">
    <w:abstractNumId w:val="0"/>
  </w:num>
  <w:num w:numId="10">
    <w:abstractNumId w:val="11"/>
  </w:num>
  <w:num w:numId="11">
    <w:abstractNumId w:val="7"/>
  </w:num>
  <w:num w:numId="12">
    <w:abstractNumId w:val="15"/>
  </w:num>
  <w:num w:numId="13">
    <w:abstractNumId w:val="29"/>
  </w:num>
  <w:num w:numId="14">
    <w:abstractNumId w:val="19"/>
  </w:num>
  <w:num w:numId="15">
    <w:abstractNumId w:val="4"/>
  </w:num>
  <w:num w:numId="16">
    <w:abstractNumId w:val="13"/>
  </w:num>
  <w:num w:numId="17">
    <w:abstractNumId w:val="28"/>
  </w:num>
  <w:num w:numId="18">
    <w:abstractNumId w:val="31"/>
  </w:num>
  <w:num w:numId="19">
    <w:abstractNumId w:val="27"/>
  </w:num>
  <w:num w:numId="20">
    <w:abstractNumId w:val="10"/>
  </w:num>
  <w:num w:numId="21">
    <w:abstractNumId w:val="12"/>
  </w:num>
  <w:num w:numId="22">
    <w:abstractNumId w:val="5"/>
  </w:num>
  <w:num w:numId="23">
    <w:abstractNumId w:val="16"/>
  </w:num>
  <w:num w:numId="24">
    <w:abstractNumId w:val="14"/>
  </w:num>
  <w:num w:numId="25">
    <w:abstractNumId w:val="26"/>
  </w:num>
  <w:num w:numId="26">
    <w:abstractNumId w:val="20"/>
  </w:num>
  <w:num w:numId="27">
    <w:abstractNumId w:val="8"/>
  </w:num>
  <w:num w:numId="28">
    <w:abstractNumId w:val="1"/>
  </w:num>
  <w:num w:numId="29">
    <w:abstractNumId w:val="24"/>
  </w:num>
  <w:num w:numId="30">
    <w:abstractNumId w:val="2"/>
  </w:num>
  <w:num w:numId="31">
    <w:abstractNumId w:val="22"/>
  </w:num>
  <w:num w:numId="32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6EFC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5C8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035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017"/>
    <w:rsid w:val="005F4A70"/>
    <w:rsid w:val="005F5598"/>
    <w:rsid w:val="005F5BD0"/>
    <w:rsid w:val="005F76BA"/>
    <w:rsid w:val="0060179E"/>
    <w:rsid w:val="0060710F"/>
    <w:rsid w:val="00607987"/>
    <w:rsid w:val="00612B7A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196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BA5"/>
    <w:rsid w:val="00A46741"/>
    <w:rsid w:val="00A509D5"/>
    <w:rsid w:val="00A5376E"/>
    <w:rsid w:val="00A55DD3"/>
    <w:rsid w:val="00A5682D"/>
    <w:rsid w:val="00A6040F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0C85"/>
    <w:rsid w:val="00A727F5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9A5"/>
    <w:rsid w:val="00B71E18"/>
    <w:rsid w:val="00B777A0"/>
    <w:rsid w:val="00B835BA"/>
    <w:rsid w:val="00B8418E"/>
    <w:rsid w:val="00B855DB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D6B5239-D41C-4175-BC53-06FE6A9D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5C0357"/>
    <w:pPr>
      <w:keepNext/>
      <w:tabs>
        <w:tab w:val="right" w:leader="dot" w:pos="8494"/>
      </w:tabs>
      <w:spacing w:line="240" w:lineRule="auto"/>
      <w:ind w:right="-62"/>
      <w:jc w:val="center"/>
    </w:pPr>
    <w:rPr>
      <w:b/>
      <w:noProof/>
      <w:color w:val="7F7F7F"/>
      <w:sz w:val="24"/>
      <w:szCs w:val="28"/>
      <w:lang w:val="es-E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1</TotalTime>
  <Pages>1</Pages>
  <Words>43</Words>
  <Characters>237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Joana Abreu</cp:lastModifiedBy>
  <cp:revision>3</cp:revision>
  <cp:lastPrinted>2008-11-20T17:10:00Z</cp:lastPrinted>
  <dcterms:created xsi:type="dcterms:W3CDTF">2018-01-30T19:22:00Z</dcterms:created>
  <dcterms:modified xsi:type="dcterms:W3CDTF">2018-01-30T19:23:00Z</dcterms:modified>
</cp:coreProperties>
</file>